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521FA7">
        <w:trPr>
          <w:trHeight w:val="292"/>
        </w:trPr>
        <w:tc>
          <w:tcPr>
            <w:tcW w:w="9356" w:type="dxa"/>
          </w:tcPr>
          <w:p w:rsidR="009C1B14" w:rsidRDefault="009C1B14" w:rsidP="009C1B14">
            <w:pPr>
              <w:pStyle w:val="Zhlav"/>
              <w:tabs>
                <w:tab w:val="clear" w:pos="4536"/>
                <w:tab w:val="clear" w:pos="9072"/>
              </w:tabs>
            </w:pPr>
          </w:p>
          <w:p w:rsidR="009C1B14" w:rsidRDefault="009C1B14" w:rsidP="009C1B14"/>
          <w:p w:rsidR="009C1B14" w:rsidRDefault="009C1B14" w:rsidP="009C1B14">
            <w:pPr>
              <w:jc w:val="center"/>
            </w:pPr>
            <w:r>
              <w:object w:dxaOrig="3775" w:dyaOrig="16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09.6pt" o:ole="" filled="t">
                  <v:fill color2="black"/>
                  <v:imagedata r:id="rId8" o:title=""/>
                </v:shape>
                <o:OLEObject Type="Embed" ProgID="CorelDraw.Graphic.12" ShapeID="_x0000_i1025" DrawAspect="Content" ObjectID="_1568566978" r:id="rId9"/>
              </w:object>
            </w:r>
          </w:p>
          <w:p w:rsidR="009C1B14" w:rsidRDefault="009C1B14" w:rsidP="009C1B14"/>
          <w:p w:rsidR="009C1B14" w:rsidRDefault="009C1B14" w:rsidP="009C1B14"/>
          <w:p w:rsidR="009C1B14" w:rsidRDefault="009C1B14" w:rsidP="009C1B14">
            <w:r>
              <w:tab/>
            </w:r>
          </w:p>
          <w:tbl>
            <w:tblPr>
              <w:tblW w:w="0" w:type="auto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356"/>
            </w:tblGrid>
            <w:tr w:rsidR="009C1B14" w:rsidTr="00611A16">
              <w:trPr>
                <w:trHeight w:val="1674"/>
              </w:trPr>
              <w:tc>
                <w:tcPr>
                  <w:tcW w:w="9356" w:type="dxa"/>
                </w:tcPr>
                <w:p w:rsidR="009C1B14" w:rsidRPr="009168F8" w:rsidRDefault="009C1B14" w:rsidP="00611A16">
                  <w:pPr>
                    <w:pStyle w:val="Nadpis1"/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 xml:space="preserve">Věznice </w:t>
                  </w:r>
                  <w:proofErr w:type="spellStart"/>
                  <w:r>
                    <w:rPr>
                      <w:rFonts w:ascii="Arial" w:hAnsi="Arial" w:cs="Arial"/>
                      <w:sz w:val="48"/>
                      <w:szCs w:val="48"/>
                    </w:rPr>
                    <w:t>Kuřim</w:t>
                  </w:r>
                  <w:proofErr w:type="spellEnd"/>
                  <w:r>
                    <w:rPr>
                      <w:rFonts w:ascii="Arial" w:hAnsi="Arial" w:cs="Arial"/>
                      <w:sz w:val="48"/>
                      <w:szCs w:val="48"/>
                    </w:rPr>
                    <w:t xml:space="preserve"> – Rekonstrukce vnější bezpečnosti</w:t>
                  </w:r>
                </w:p>
                <w:p w:rsidR="009C1B14" w:rsidRDefault="009C1B14" w:rsidP="00611A16">
                  <w:pPr>
                    <w:pStyle w:val="Nadpis1"/>
                    <w:rPr>
                      <w:rFonts w:ascii="Arial" w:hAnsi="Arial" w:cs="Arial"/>
                      <w:caps/>
                      <w:sz w:val="48"/>
                    </w:rPr>
                  </w:pPr>
                </w:p>
              </w:tc>
            </w:tr>
            <w:tr w:rsidR="009C1B14" w:rsidRPr="005B1F7A" w:rsidTr="00611A16">
              <w:trPr>
                <w:trHeight w:val="640"/>
              </w:trPr>
              <w:tc>
                <w:tcPr>
                  <w:tcW w:w="9356" w:type="dxa"/>
                  <w:vAlign w:val="center"/>
                </w:tcPr>
                <w:p w:rsidR="009C1B14" w:rsidRPr="00193D11" w:rsidRDefault="009C1B14" w:rsidP="00611A16">
                  <w:pPr>
                    <w:jc w:val="center"/>
                    <w:rPr>
                      <w:rFonts w:ascii="Arial" w:hAnsi="Arial" w:cs="Arial"/>
                      <w:b/>
                      <w:caps/>
                      <w:color w:val="0070C0"/>
                      <w:sz w:val="36"/>
                      <w:szCs w:val="36"/>
                    </w:rPr>
                  </w:pPr>
                  <w:r w:rsidRPr="00193D11">
                    <w:rPr>
                      <w:rFonts w:ascii="Arial" w:hAnsi="Arial" w:cs="Arial"/>
                      <w:b/>
                      <w:color w:val="0070C0"/>
                      <w:sz w:val="36"/>
                      <w:szCs w:val="36"/>
                    </w:rPr>
                    <w:t xml:space="preserve">SO 01 – </w:t>
                  </w:r>
                  <w:r>
                    <w:rPr>
                      <w:rFonts w:ascii="Arial" w:hAnsi="Arial" w:cs="Arial"/>
                      <w:b/>
                      <w:color w:val="0070C0"/>
                      <w:sz w:val="36"/>
                      <w:szCs w:val="36"/>
                    </w:rPr>
                    <w:t>Oplocení</w:t>
                  </w:r>
                </w:p>
              </w:tc>
            </w:tr>
            <w:tr w:rsidR="009C1B14" w:rsidRPr="005B1F7A" w:rsidTr="00611A16">
              <w:trPr>
                <w:trHeight w:val="614"/>
              </w:trPr>
              <w:tc>
                <w:tcPr>
                  <w:tcW w:w="9356" w:type="dxa"/>
                  <w:vAlign w:val="center"/>
                </w:tcPr>
                <w:p w:rsidR="009C1B14" w:rsidRPr="009C1B14" w:rsidRDefault="009C1B14" w:rsidP="00E96DF1">
                  <w:pPr>
                    <w:pStyle w:val="Nadpis3"/>
                    <w:snapToGrid w:val="0"/>
                    <w:ind w:left="360"/>
                    <w:rPr>
                      <w:rFonts w:ascii="Arial" w:hAnsi="Arial" w:cs="Arial"/>
                      <w:color w:val="000000" w:themeColor="text1"/>
                      <w:sz w:val="28"/>
                    </w:rPr>
                  </w:pPr>
                  <w:r w:rsidRPr="009C1B14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>D.1.4.</w:t>
                  </w:r>
                  <w:r w:rsidR="00E96DF1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>H</w:t>
                  </w:r>
                  <w:r w:rsidRPr="009C1B14">
                    <w:rPr>
                      <w:rFonts w:ascii="Arial" w:hAnsi="Arial" w:cs="Arial"/>
                      <w:b/>
                      <w:bCs/>
                      <w:caps/>
                      <w:color w:val="000000" w:themeColor="text1"/>
                      <w:sz w:val="32"/>
                    </w:rPr>
                    <w:t xml:space="preserve">  SLABOPROUDÁ ZAŘÍZENÍ</w:t>
                  </w:r>
                </w:p>
              </w:tc>
            </w:tr>
            <w:tr w:rsidR="009C1B14" w:rsidTr="00611A16">
              <w:trPr>
                <w:trHeight w:val="549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pStyle w:val="Nadpis3"/>
                    <w:snapToGrid w:val="0"/>
                    <w:jc w:val="left"/>
                    <w:rPr>
                      <w:rFonts w:ascii="Arial" w:hAnsi="Arial" w:cs="Arial"/>
                      <w:caps/>
                      <w:sz w:val="28"/>
                    </w:rPr>
                  </w:pPr>
                </w:p>
              </w:tc>
            </w:tr>
            <w:tr w:rsidR="009C1B14" w:rsidTr="00611A16">
              <w:trPr>
                <w:trHeight w:val="694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pStyle w:val="Nadpis3"/>
                    <w:snapToGrid w:val="0"/>
                    <w:rPr>
                      <w:rFonts w:ascii="Arial" w:hAnsi="Arial" w:cs="Arial"/>
                      <w:caps/>
                      <w:sz w:val="28"/>
                    </w:rPr>
                  </w:pPr>
                  <w:r>
                    <w:rPr>
                      <w:rFonts w:ascii="Arial" w:hAnsi="Arial" w:cs="Arial"/>
                      <w:caps/>
                      <w:sz w:val="28"/>
                    </w:rPr>
                    <w:t>dokumentace pro provádění stavby</w:t>
                  </w:r>
                  <w:r w:rsidR="004327BA">
                    <w:rPr>
                      <w:rFonts w:ascii="Arial" w:hAnsi="Arial" w:cs="Arial"/>
                      <w:caps/>
                      <w:sz w:val="28"/>
                    </w:rPr>
                    <w:t xml:space="preserve"> Rev.1</w:t>
                  </w:r>
                </w:p>
              </w:tc>
            </w:tr>
            <w:tr w:rsidR="009C1B14" w:rsidTr="00611A16">
              <w:trPr>
                <w:trHeight w:val="279"/>
              </w:trPr>
              <w:tc>
                <w:tcPr>
                  <w:tcW w:w="9356" w:type="dxa"/>
                </w:tcPr>
                <w:p w:rsidR="009C1B14" w:rsidRDefault="00424131" w:rsidP="00611A16">
                  <w:pPr>
                    <w:snapToGrid w:val="0"/>
                    <w:jc w:val="center"/>
                    <w:rPr>
                      <w:rFonts w:ascii="Arial" w:hAnsi="Arial" w:cs="Arial"/>
                      <w:caps/>
                    </w:rPr>
                  </w:pPr>
                  <w:r>
                    <w:rPr>
                      <w:rFonts w:ascii="Arial" w:hAnsi="Arial" w:cs="Arial"/>
                      <w:caps/>
                    </w:rPr>
                    <w:t>TECHNICKÉ PODMÍNKY</w:t>
                  </w:r>
                </w:p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C1B14" w:rsidTr="00611A16">
              <w:trPr>
                <w:trHeight w:val="56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Investor</w:t>
                  </w:r>
                  <w:r>
                    <w:rPr>
                      <w:rFonts w:ascii="Arial" w:hAnsi="Arial" w:cs="Arial"/>
                    </w:rPr>
                    <w:t>: Vězeňská služba České republiky, Soudní 1672/1a, 140 67 Praha 4</w:t>
                  </w:r>
                </w:p>
              </w:tc>
            </w:tr>
            <w:tr w:rsidR="009C1B14" w:rsidTr="00611A16">
              <w:trPr>
                <w:trHeight w:val="28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Zpracovatel projektu</w:t>
                  </w:r>
                  <w:r>
                    <w:rPr>
                      <w:rFonts w:ascii="Arial" w:hAnsi="Arial" w:cs="Arial"/>
                    </w:rPr>
                    <w:t xml:space="preserve">: INTAR a.s., </w:t>
                  </w:r>
                  <w:proofErr w:type="spellStart"/>
                  <w:r>
                    <w:rPr>
                      <w:rFonts w:ascii="Arial" w:hAnsi="Arial" w:cs="Arial"/>
                    </w:rPr>
                    <w:t>Bezručova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81/17a, 602 00 Brno</w:t>
                  </w:r>
                </w:p>
              </w:tc>
            </w:tr>
            <w:tr w:rsidR="009C1B14" w:rsidTr="00611A16">
              <w:trPr>
                <w:trHeight w:val="293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Hlavní projektant</w:t>
                  </w:r>
                  <w:r>
                    <w:rPr>
                      <w:rFonts w:ascii="Arial" w:hAnsi="Arial" w:cs="Arial"/>
                    </w:rPr>
                    <w:t>: Ing. Petr Svoboda</w:t>
                  </w:r>
                </w:p>
              </w:tc>
            </w:tr>
            <w:tr w:rsidR="009C1B14" w:rsidTr="00611A16">
              <w:trPr>
                <w:trHeight w:val="678"/>
              </w:trPr>
              <w:tc>
                <w:tcPr>
                  <w:tcW w:w="9356" w:type="dxa"/>
                </w:tcPr>
                <w:p w:rsidR="009C1B14" w:rsidRPr="005B1F7A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Odpovědný projektant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  <w:r w:rsidRPr="009C1B14">
                    <w:rPr>
                      <w:rFonts w:ascii="Arial" w:hAnsi="Arial" w:cs="Arial"/>
                      <w:color w:val="000000" w:themeColor="text1"/>
                    </w:rPr>
                    <w:t>Ing. Pavel Fiala</w:t>
                  </w:r>
                </w:p>
                <w:p w:rsidR="009C1B14" w:rsidRDefault="009C1B14" w:rsidP="00611A16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9C1B14" w:rsidTr="00611A16">
              <w:trPr>
                <w:trHeight w:val="29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Zakázkové číslo</w:t>
                  </w:r>
                  <w:r w:rsidRPr="00EF5411">
                    <w:rPr>
                      <w:rFonts w:ascii="Arial" w:hAnsi="Arial" w:cs="Arial"/>
                    </w:rPr>
                    <w:t>:</w:t>
                  </w:r>
                  <w:r>
                    <w:rPr>
                      <w:rFonts w:ascii="Arial" w:hAnsi="Arial" w:cs="Arial"/>
                      <w:color w:val="FF0000"/>
                    </w:rPr>
                    <w:t xml:space="preserve"> </w:t>
                  </w:r>
                  <w:r w:rsidRPr="00AD267B">
                    <w:rPr>
                      <w:rFonts w:ascii="Arial" w:hAnsi="Arial" w:cs="Arial"/>
                    </w:rPr>
                    <w:t>2</w:t>
                  </w:r>
                  <w:r>
                    <w:rPr>
                      <w:rFonts w:ascii="Arial" w:hAnsi="Arial" w:cs="Arial"/>
                    </w:rPr>
                    <w:t>03</w:t>
                  </w:r>
                  <w:r w:rsidRPr="00AD267B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750</w:t>
                  </w:r>
                  <w:r w:rsidRPr="00AD267B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1</w:t>
                  </w:r>
                  <w:r w:rsidRPr="00AD267B">
                    <w:rPr>
                      <w:rFonts w:ascii="Arial" w:hAnsi="Arial" w:cs="Arial"/>
                    </w:rPr>
                    <w:t>1-</w:t>
                  </w:r>
                  <w:r>
                    <w:rPr>
                      <w:rFonts w:ascii="Arial" w:hAnsi="Arial" w:cs="Arial"/>
                    </w:rPr>
                    <w:t>4</w:t>
                  </w:r>
                </w:p>
              </w:tc>
            </w:tr>
            <w:tr w:rsidR="009C1B14" w:rsidTr="00611A16">
              <w:trPr>
                <w:trHeight w:val="427"/>
              </w:trPr>
              <w:tc>
                <w:tcPr>
                  <w:tcW w:w="9356" w:type="dxa"/>
                </w:tcPr>
                <w:p w:rsidR="009C1B14" w:rsidRDefault="009C1B14" w:rsidP="004327BA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Datum</w:t>
                  </w:r>
                  <w:r>
                    <w:rPr>
                      <w:rFonts w:ascii="Arial" w:hAnsi="Arial" w:cs="Arial"/>
                    </w:rPr>
                    <w:t>: 0</w:t>
                  </w:r>
                  <w:r w:rsidR="004327BA">
                    <w:rPr>
                      <w:rFonts w:ascii="Arial" w:hAnsi="Arial" w:cs="Arial"/>
                    </w:rPr>
                    <w:t>9</w:t>
                  </w:r>
                  <w:r>
                    <w:rPr>
                      <w:rFonts w:ascii="Arial" w:hAnsi="Arial" w:cs="Arial"/>
                    </w:rPr>
                    <w:t>/201</w:t>
                  </w:r>
                  <w:r w:rsidR="004327BA">
                    <w:rPr>
                      <w:rFonts w:ascii="Arial" w:hAnsi="Arial" w:cs="Arial"/>
                    </w:rPr>
                    <w:t>7</w:t>
                  </w:r>
                </w:p>
              </w:tc>
            </w:tr>
            <w:tr w:rsidR="009C1B14" w:rsidTr="00611A16">
              <w:trPr>
                <w:trHeight w:val="301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Číslo výtisku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</w:tr>
            <w:tr w:rsidR="009C1B14" w:rsidTr="00611A16">
              <w:trPr>
                <w:trHeight w:val="1080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rPr>
                      <w:rFonts w:ascii="Arial" w:hAnsi="Arial" w:cs="Arial"/>
                      <w:sz w:val="20"/>
                    </w:rPr>
                  </w:pPr>
                </w:p>
                <w:p w:rsidR="009C1B14" w:rsidRDefault="009C1B14" w:rsidP="00611A16">
                  <w:pPr>
                    <w:tabs>
                      <w:tab w:val="left" w:pos="6960"/>
                    </w:tabs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C1B14" w:rsidTr="00611A16">
              <w:trPr>
                <w:trHeight w:val="87"/>
              </w:trPr>
              <w:tc>
                <w:tcPr>
                  <w:tcW w:w="9356" w:type="dxa"/>
                </w:tcPr>
                <w:p w:rsidR="009C1B14" w:rsidRDefault="009C1B14" w:rsidP="00611A16">
                  <w:pPr>
                    <w:snapToGrid w:val="0"/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</w:tbl>
          <w:p w:rsidR="009C1B14" w:rsidRDefault="009C1B14" w:rsidP="00654AB8">
            <w:pPr>
              <w:rPr>
                <w:rFonts w:ascii="Arial" w:hAnsi="Arial" w:cs="Arial"/>
                <w:sz w:val="20"/>
              </w:rPr>
            </w:pPr>
          </w:p>
        </w:tc>
      </w:tr>
    </w:tbl>
    <w:p w:rsidR="00E15824" w:rsidRDefault="00CE3F75" w:rsidP="00654AB8">
      <w:pPr>
        <w:rPr>
          <w:rFonts w:ascii="Arial Narrow" w:hAnsi="Arial Narrow"/>
          <w:color w:val="FF0000"/>
          <w:szCs w:val="22"/>
        </w:rPr>
      </w:pPr>
      <w:r w:rsidRPr="00CE3F75">
        <w:rPr>
          <w:rFonts w:ascii="Avalon" w:hAnsi="Avalon"/>
          <w:noProof/>
        </w:rPr>
        <w:pict>
          <v:line id="_x0000_s1031" style="position:absolute;z-index:251658240;mso-position-horizontal-relative:text;mso-position-vertical-relative:page" from="51.5pt,763.2pt" to="424.85pt,763.2pt" o:allowincell="f" strokeweight="1.25pt">
            <w10:wrap anchory="page"/>
            <w10:anchorlock/>
          </v:line>
        </w:pict>
      </w:r>
      <w:r w:rsidRPr="00CE3F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6.25pt;margin-top:763.2pt;width:482.55pt;height:50.4pt;z-index:251657216;mso-position-horizontal-relative:text;mso-position-vertical-relative:page" o:allowincell="f" stroked="f">
            <v:textbox style="mso-next-textbox:#_x0000_s1030">
              <w:txbxContent>
                <w:tbl>
                  <w:tblPr>
                    <w:tblW w:w="0" w:type="auto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9356"/>
                  </w:tblGrid>
                  <w:tr w:rsidR="00A65370">
                    <w:trPr>
                      <w:trHeight w:val="563"/>
                    </w:trPr>
                    <w:tc>
                      <w:tcPr>
                        <w:tcW w:w="9356" w:type="dxa"/>
                      </w:tcPr>
                      <w:p w:rsidR="00A65370" w:rsidRDefault="00A65370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INTAR a. s.,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Bezručova</w:t>
                        </w:r>
                        <w:proofErr w:type="spellEnd"/>
                        <w:r>
                          <w:rPr>
                            <w:rFonts w:ascii="Arial" w:hAnsi="Arial" w:cs="Arial"/>
                          </w:rPr>
                          <w:t xml:space="preserve"> 81/17a, 602 00 Brno, </w:t>
                        </w:r>
                      </w:p>
                      <w:p w:rsidR="00A65370" w:rsidRDefault="00A65370">
                        <w:pPr>
                          <w:jc w:val="center"/>
                          <w:rPr>
                            <w:rFonts w:ascii="Avalon" w:hAnsi="Avalon"/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tel.: 543 422 211, fax: 543 211 173, E-mail: info@intar.cz</w:t>
                        </w:r>
                      </w:p>
                    </w:tc>
                  </w:tr>
                </w:tbl>
                <w:p w:rsidR="00A65370" w:rsidRDefault="00A65370"/>
              </w:txbxContent>
            </v:textbox>
            <w10:wrap anchory="page"/>
            <w10:anchorlock/>
          </v:shape>
        </w:pict>
      </w:r>
    </w:p>
    <w:sectPr w:rsidR="00E15824" w:rsidSect="00084321">
      <w:headerReference w:type="default" r:id="rId10"/>
      <w:footerReference w:type="default" r:id="rId11"/>
      <w:pgSz w:w="11906" w:h="16838"/>
      <w:pgMar w:top="1985" w:right="1134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F19" w:rsidRDefault="00A64F19">
      <w:r>
        <w:separator/>
      </w:r>
    </w:p>
  </w:endnote>
  <w:endnote w:type="continuationSeparator" w:id="0">
    <w:p w:rsidR="00A64F19" w:rsidRDefault="00A64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70" w:rsidRDefault="00A65370" w:rsidP="00C11F37">
    <w:pPr>
      <w:pStyle w:val="Zpa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Věznice </w:t>
    </w:r>
    <w:proofErr w:type="spellStart"/>
    <w:r>
      <w:rPr>
        <w:rFonts w:ascii="Arial" w:hAnsi="Arial" w:cs="Arial"/>
        <w:sz w:val="20"/>
      </w:rPr>
      <w:t>Kuřim</w:t>
    </w:r>
    <w:proofErr w:type="spellEnd"/>
    <w:r>
      <w:rPr>
        <w:rFonts w:ascii="Arial" w:hAnsi="Arial" w:cs="Arial"/>
        <w:sz w:val="20"/>
      </w:rPr>
      <w:t xml:space="preserve"> – Rekonstrukce vnější bezpečnosti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F19" w:rsidRDefault="00A64F19">
      <w:r>
        <w:separator/>
      </w:r>
    </w:p>
  </w:footnote>
  <w:footnote w:type="continuationSeparator" w:id="0">
    <w:p w:rsidR="00A64F19" w:rsidRDefault="00A64F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70" w:rsidRDefault="00CE3F7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51" style="position:absolute;z-index:251657216" from="-3.85pt,36.8pt" to="463.55pt,36.8pt" strokeweight="1.5pt"/>
      </w:pict>
    </w:r>
    <w:r w:rsidR="00A65370">
      <w:object w:dxaOrig="1533" w:dyaOrig="6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75.75pt;height:36pt" o:ole="">
          <v:imagedata r:id="rId1" o:title=""/>
        </v:shape>
        <o:OLEObject Type="Embed" ProgID="CorelDraw.Graphic.12" ShapeID="_x0000_i1026" DrawAspect="Content" ObjectID="_1568566979" r:id="rId2"/>
      </w:object>
    </w:r>
    <w:r w:rsidR="00A65370">
      <w:t xml:space="preserve">                                                                                                                </w:t>
    </w:r>
    <w:r>
      <w:rPr>
        <w:rStyle w:val="slostrnky"/>
        <w:rFonts w:ascii="Arial" w:hAnsi="Arial" w:cs="Arial"/>
      </w:rPr>
      <w:fldChar w:fldCharType="begin"/>
    </w:r>
    <w:r w:rsidR="00A65370"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424131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B91"/>
    <w:multiLevelType w:val="hybridMultilevel"/>
    <w:tmpl w:val="E5BAC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52169"/>
    <w:multiLevelType w:val="hybridMultilevel"/>
    <w:tmpl w:val="02F4A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E22A0"/>
    <w:multiLevelType w:val="hybridMultilevel"/>
    <w:tmpl w:val="712629DC"/>
    <w:lvl w:ilvl="0" w:tplc="222AF9DE">
      <w:start w:val="1"/>
      <w:numFmt w:val="lowerLetter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3">
    <w:nsid w:val="2FE22E26"/>
    <w:multiLevelType w:val="hybridMultilevel"/>
    <w:tmpl w:val="480A19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84675"/>
    <w:multiLevelType w:val="singleLevel"/>
    <w:tmpl w:val="4E7A0F70"/>
    <w:lvl w:ilvl="0">
      <w:start w:val="1"/>
      <w:numFmt w:val="decimal"/>
      <w:pStyle w:val="Nadpis2tz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BA2711E"/>
    <w:multiLevelType w:val="hybridMultilevel"/>
    <w:tmpl w:val="C3447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3225DD"/>
    <w:multiLevelType w:val="hybridMultilevel"/>
    <w:tmpl w:val="CAF25D96"/>
    <w:lvl w:ilvl="0" w:tplc="A1CCB7A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B1647"/>
    <w:multiLevelType w:val="hybridMultilevel"/>
    <w:tmpl w:val="A28E96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D63FD"/>
    <w:multiLevelType w:val="multilevel"/>
    <w:tmpl w:val="6BF63A58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7D87B2F"/>
    <w:multiLevelType w:val="singleLevel"/>
    <w:tmpl w:val="C3DEC718"/>
    <w:lvl w:ilvl="0">
      <w:start w:val="1"/>
      <w:numFmt w:val="bullet"/>
      <w:pStyle w:val="JKNadpis3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3D000D3"/>
    <w:multiLevelType w:val="hybridMultilevel"/>
    <w:tmpl w:val="D5A846FC"/>
    <w:lvl w:ilvl="0" w:tplc="854C1A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3303F9C"/>
    <w:multiLevelType w:val="multilevel"/>
    <w:tmpl w:val="E0E0A010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98C54C5"/>
    <w:multiLevelType w:val="multilevel"/>
    <w:tmpl w:val="8550DF46"/>
    <w:lvl w:ilvl="0">
      <w:start w:val="1"/>
      <w:numFmt w:val="decimal"/>
      <w:pStyle w:val="Normlntz1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Normlntz2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2"/>
  </w:num>
  <w:num w:numId="5">
    <w:abstractNumId w:val="4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7"/>
  </w:num>
  <w:num w:numId="14">
    <w:abstractNumId w:val="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70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11F37"/>
    <w:rsid w:val="00002BAE"/>
    <w:rsid w:val="00007D28"/>
    <w:rsid w:val="00013086"/>
    <w:rsid w:val="00017FD2"/>
    <w:rsid w:val="000210E1"/>
    <w:rsid w:val="000239B3"/>
    <w:rsid w:val="0002408A"/>
    <w:rsid w:val="000258C6"/>
    <w:rsid w:val="00026A37"/>
    <w:rsid w:val="0003470E"/>
    <w:rsid w:val="0004439D"/>
    <w:rsid w:val="00052D0F"/>
    <w:rsid w:val="000575E8"/>
    <w:rsid w:val="000650BA"/>
    <w:rsid w:val="0006521D"/>
    <w:rsid w:val="000678B5"/>
    <w:rsid w:val="00071759"/>
    <w:rsid w:val="00071A94"/>
    <w:rsid w:val="00071C5E"/>
    <w:rsid w:val="000801E2"/>
    <w:rsid w:val="00081968"/>
    <w:rsid w:val="0008409E"/>
    <w:rsid w:val="00084321"/>
    <w:rsid w:val="00084D3A"/>
    <w:rsid w:val="000911D9"/>
    <w:rsid w:val="00097EA6"/>
    <w:rsid w:val="000A763F"/>
    <w:rsid w:val="000B02BE"/>
    <w:rsid w:val="000B36EA"/>
    <w:rsid w:val="000B3760"/>
    <w:rsid w:val="000B6F46"/>
    <w:rsid w:val="000C4123"/>
    <w:rsid w:val="000C58A7"/>
    <w:rsid w:val="000C5A7F"/>
    <w:rsid w:val="000D1466"/>
    <w:rsid w:val="000D2387"/>
    <w:rsid w:val="000D3193"/>
    <w:rsid w:val="000D4B6D"/>
    <w:rsid w:val="000D7B99"/>
    <w:rsid w:val="000E48DA"/>
    <w:rsid w:val="000F183E"/>
    <w:rsid w:val="000F457E"/>
    <w:rsid w:val="000F70CD"/>
    <w:rsid w:val="0010336F"/>
    <w:rsid w:val="0010348B"/>
    <w:rsid w:val="00107168"/>
    <w:rsid w:val="00115549"/>
    <w:rsid w:val="001207AD"/>
    <w:rsid w:val="001210F4"/>
    <w:rsid w:val="00123ABC"/>
    <w:rsid w:val="00124356"/>
    <w:rsid w:val="00125D3E"/>
    <w:rsid w:val="001265DE"/>
    <w:rsid w:val="00126EB9"/>
    <w:rsid w:val="00127553"/>
    <w:rsid w:val="00133B96"/>
    <w:rsid w:val="00135370"/>
    <w:rsid w:val="0013764D"/>
    <w:rsid w:val="00143860"/>
    <w:rsid w:val="00161340"/>
    <w:rsid w:val="00162FC0"/>
    <w:rsid w:val="001704AB"/>
    <w:rsid w:val="00170CEF"/>
    <w:rsid w:val="00172228"/>
    <w:rsid w:val="00174E68"/>
    <w:rsid w:val="00181E9D"/>
    <w:rsid w:val="00182045"/>
    <w:rsid w:val="00182381"/>
    <w:rsid w:val="00184C69"/>
    <w:rsid w:val="00185E93"/>
    <w:rsid w:val="0018697F"/>
    <w:rsid w:val="00186D89"/>
    <w:rsid w:val="00186FB5"/>
    <w:rsid w:val="00192492"/>
    <w:rsid w:val="00195B3F"/>
    <w:rsid w:val="00195CFF"/>
    <w:rsid w:val="00197A2A"/>
    <w:rsid w:val="00197DEC"/>
    <w:rsid w:val="001A23E2"/>
    <w:rsid w:val="001A5758"/>
    <w:rsid w:val="001A583D"/>
    <w:rsid w:val="001A71A3"/>
    <w:rsid w:val="001A7939"/>
    <w:rsid w:val="001B2B42"/>
    <w:rsid w:val="001B2C4E"/>
    <w:rsid w:val="001B4BA4"/>
    <w:rsid w:val="001B5C29"/>
    <w:rsid w:val="001B6A0C"/>
    <w:rsid w:val="001C0478"/>
    <w:rsid w:val="001C0FD7"/>
    <w:rsid w:val="001C29E6"/>
    <w:rsid w:val="001C3ABF"/>
    <w:rsid w:val="001C5FE7"/>
    <w:rsid w:val="001C7956"/>
    <w:rsid w:val="001D1041"/>
    <w:rsid w:val="001D15A4"/>
    <w:rsid w:val="001D3924"/>
    <w:rsid w:val="001D392A"/>
    <w:rsid w:val="001D64A0"/>
    <w:rsid w:val="001D6CAD"/>
    <w:rsid w:val="001D781A"/>
    <w:rsid w:val="001E0633"/>
    <w:rsid w:val="001E19BE"/>
    <w:rsid w:val="001E1D17"/>
    <w:rsid w:val="001F114C"/>
    <w:rsid w:val="001F2263"/>
    <w:rsid w:val="001F2B5C"/>
    <w:rsid w:val="001F3829"/>
    <w:rsid w:val="001F6573"/>
    <w:rsid w:val="001F72AD"/>
    <w:rsid w:val="001F7FA6"/>
    <w:rsid w:val="00203298"/>
    <w:rsid w:val="0020466E"/>
    <w:rsid w:val="00204EB2"/>
    <w:rsid w:val="00206B02"/>
    <w:rsid w:val="00207D32"/>
    <w:rsid w:val="002102B0"/>
    <w:rsid w:val="002147B0"/>
    <w:rsid w:val="002162D8"/>
    <w:rsid w:val="0021774C"/>
    <w:rsid w:val="00223948"/>
    <w:rsid w:val="00225D4B"/>
    <w:rsid w:val="002277FC"/>
    <w:rsid w:val="002314D4"/>
    <w:rsid w:val="00231F52"/>
    <w:rsid w:val="00232864"/>
    <w:rsid w:val="002346B9"/>
    <w:rsid w:val="00240FD9"/>
    <w:rsid w:val="00245920"/>
    <w:rsid w:val="002516CF"/>
    <w:rsid w:val="002552AC"/>
    <w:rsid w:val="0026259B"/>
    <w:rsid w:val="00263697"/>
    <w:rsid w:val="00263867"/>
    <w:rsid w:val="00264122"/>
    <w:rsid w:val="00267176"/>
    <w:rsid w:val="00273A4C"/>
    <w:rsid w:val="002769E1"/>
    <w:rsid w:val="00276EE8"/>
    <w:rsid w:val="00277E33"/>
    <w:rsid w:val="002806C2"/>
    <w:rsid w:val="00281C16"/>
    <w:rsid w:val="00282569"/>
    <w:rsid w:val="00283541"/>
    <w:rsid w:val="0028487C"/>
    <w:rsid w:val="002865F6"/>
    <w:rsid w:val="00287998"/>
    <w:rsid w:val="00291F39"/>
    <w:rsid w:val="00292884"/>
    <w:rsid w:val="00293E8F"/>
    <w:rsid w:val="002950FA"/>
    <w:rsid w:val="0029726A"/>
    <w:rsid w:val="002A32C6"/>
    <w:rsid w:val="002A731F"/>
    <w:rsid w:val="002B3E33"/>
    <w:rsid w:val="002B4B7E"/>
    <w:rsid w:val="002B78BD"/>
    <w:rsid w:val="002B7F88"/>
    <w:rsid w:val="002C4487"/>
    <w:rsid w:val="002C7B0F"/>
    <w:rsid w:val="002E332D"/>
    <w:rsid w:val="002E362C"/>
    <w:rsid w:val="002E5DBF"/>
    <w:rsid w:val="002F215F"/>
    <w:rsid w:val="002F37AE"/>
    <w:rsid w:val="002F4B3C"/>
    <w:rsid w:val="0030095C"/>
    <w:rsid w:val="00301C96"/>
    <w:rsid w:val="0030281B"/>
    <w:rsid w:val="00303A15"/>
    <w:rsid w:val="003115D3"/>
    <w:rsid w:val="003205BC"/>
    <w:rsid w:val="003256CE"/>
    <w:rsid w:val="00330421"/>
    <w:rsid w:val="00333560"/>
    <w:rsid w:val="00333F0F"/>
    <w:rsid w:val="003355F9"/>
    <w:rsid w:val="0033594D"/>
    <w:rsid w:val="003415D0"/>
    <w:rsid w:val="00341E1A"/>
    <w:rsid w:val="00341F12"/>
    <w:rsid w:val="00345594"/>
    <w:rsid w:val="003457DC"/>
    <w:rsid w:val="00345D3A"/>
    <w:rsid w:val="0035235D"/>
    <w:rsid w:val="00353876"/>
    <w:rsid w:val="003553B0"/>
    <w:rsid w:val="003604B0"/>
    <w:rsid w:val="003628C0"/>
    <w:rsid w:val="0036329F"/>
    <w:rsid w:val="00370337"/>
    <w:rsid w:val="003715D8"/>
    <w:rsid w:val="00372D71"/>
    <w:rsid w:val="00372D8C"/>
    <w:rsid w:val="003732FB"/>
    <w:rsid w:val="00373AEA"/>
    <w:rsid w:val="003756AD"/>
    <w:rsid w:val="003801CF"/>
    <w:rsid w:val="0038250E"/>
    <w:rsid w:val="00384F02"/>
    <w:rsid w:val="00387309"/>
    <w:rsid w:val="00392941"/>
    <w:rsid w:val="003A4DA1"/>
    <w:rsid w:val="003A5095"/>
    <w:rsid w:val="003B0416"/>
    <w:rsid w:val="003B14DB"/>
    <w:rsid w:val="003C102E"/>
    <w:rsid w:val="003D24D9"/>
    <w:rsid w:val="003D402D"/>
    <w:rsid w:val="003D4A2A"/>
    <w:rsid w:val="003E5A40"/>
    <w:rsid w:val="003E668C"/>
    <w:rsid w:val="003E69BC"/>
    <w:rsid w:val="003E722A"/>
    <w:rsid w:val="003E7A6E"/>
    <w:rsid w:val="003F0E4D"/>
    <w:rsid w:val="003F2B17"/>
    <w:rsid w:val="004000E5"/>
    <w:rsid w:val="0040746C"/>
    <w:rsid w:val="0041133A"/>
    <w:rsid w:val="00413723"/>
    <w:rsid w:val="00421CEE"/>
    <w:rsid w:val="004220FA"/>
    <w:rsid w:val="00424131"/>
    <w:rsid w:val="00426F2A"/>
    <w:rsid w:val="00427034"/>
    <w:rsid w:val="00427E71"/>
    <w:rsid w:val="004314DE"/>
    <w:rsid w:val="004327BA"/>
    <w:rsid w:val="004339BB"/>
    <w:rsid w:val="00440D12"/>
    <w:rsid w:val="00453B6D"/>
    <w:rsid w:val="00457C11"/>
    <w:rsid w:val="00457E6C"/>
    <w:rsid w:val="004610CC"/>
    <w:rsid w:val="00463D3A"/>
    <w:rsid w:val="004712C7"/>
    <w:rsid w:val="004770FF"/>
    <w:rsid w:val="004779DA"/>
    <w:rsid w:val="00480E26"/>
    <w:rsid w:val="00485DC4"/>
    <w:rsid w:val="00486134"/>
    <w:rsid w:val="00492718"/>
    <w:rsid w:val="00492A54"/>
    <w:rsid w:val="004A06F4"/>
    <w:rsid w:val="004A280E"/>
    <w:rsid w:val="004A4CE6"/>
    <w:rsid w:val="004B3284"/>
    <w:rsid w:val="004B668B"/>
    <w:rsid w:val="004C055D"/>
    <w:rsid w:val="004C0B2B"/>
    <w:rsid w:val="004C0BE0"/>
    <w:rsid w:val="004C18DC"/>
    <w:rsid w:val="004C1F56"/>
    <w:rsid w:val="004C2926"/>
    <w:rsid w:val="004C3652"/>
    <w:rsid w:val="004C46A2"/>
    <w:rsid w:val="004C57C6"/>
    <w:rsid w:val="004D0246"/>
    <w:rsid w:val="004E0715"/>
    <w:rsid w:val="004E0D9B"/>
    <w:rsid w:val="004E1458"/>
    <w:rsid w:val="004E1989"/>
    <w:rsid w:val="004E36D1"/>
    <w:rsid w:val="004E5F51"/>
    <w:rsid w:val="004E6A29"/>
    <w:rsid w:val="004F055F"/>
    <w:rsid w:val="004F349C"/>
    <w:rsid w:val="004F48F4"/>
    <w:rsid w:val="00501F46"/>
    <w:rsid w:val="0050265F"/>
    <w:rsid w:val="0050360D"/>
    <w:rsid w:val="0050468B"/>
    <w:rsid w:val="00504B71"/>
    <w:rsid w:val="0050675D"/>
    <w:rsid w:val="00511323"/>
    <w:rsid w:val="00511E8C"/>
    <w:rsid w:val="005152F1"/>
    <w:rsid w:val="005157FE"/>
    <w:rsid w:val="00520AE0"/>
    <w:rsid w:val="00520CBA"/>
    <w:rsid w:val="00521D77"/>
    <w:rsid w:val="00521FA7"/>
    <w:rsid w:val="0052246A"/>
    <w:rsid w:val="005247DD"/>
    <w:rsid w:val="00530CF1"/>
    <w:rsid w:val="0053378A"/>
    <w:rsid w:val="00533DE2"/>
    <w:rsid w:val="00534FAC"/>
    <w:rsid w:val="00535EB1"/>
    <w:rsid w:val="00537A0E"/>
    <w:rsid w:val="00537A59"/>
    <w:rsid w:val="005406EC"/>
    <w:rsid w:val="00540C65"/>
    <w:rsid w:val="00542E68"/>
    <w:rsid w:val="00542F92"/>
    <w:rsid w:val="00543400"/>
    <w:rsid w:val="00551C34"/>
    <w:rsid w:val="005565D2"/>
    <w:rsid w:val="005576C6"/>
    <w:rsid w:val="00561274"/>
    <w:rsid w:val="00561565"/>
    <w:rsid w:val="00563727"/>
    <w:rsid w:val="00571B82"/>
    <w:rsid w:val="005725F4"/>
    <w:rsid w:val="0058047A"/>
    <w:rsid w:val="00581383"/>
    <w:rsid w:val="0058140A"/>
    <w:rsid w:val="005833A9"/>
    <w:rsid w:val="00590313"/>
    <w:rsid w:val="00591236"/>
    <w:rsid w:val="00591F8F"/>
    <w:rsid w:val="00592651"/>
    <w:rsid w:val="00592BC8"/>
    <w:rsid w:val="005953B1"/>
    <w:rsid w:val="005A61DC"/>
    <w:rsid w:val="005A659B"/>
    <w:rsid w:val="005B265D"/>
    <w:rsid w:val="005B55DF"/>
    <w:rsid w:val="005B5FE1"/>
    <w:rsid w:val="005C1920"/>
    <w:rsid w:val="005C1C0E"/>
    <w:rsid w:val="005C77C8"/>
    <w:rsid w:val="005D3C58"/>
    <w:rsid w:val="005D4C68"/>
    <w:rsid w:val="005D63C7"/>
    <w:rsid w:val="005E2BCA"/>
    <w:rsid w:val="005F0829"/>
    <w:rsid w:val="005F0C0F"/>
    <w:rsid w:val="005F2135"/>
    <w:rsid w:val="00600B81"/>
    <w:rsid w:val="006013BA"/>
    <w:rsid w:val="00604820"/>
    <w:rsid w:val="0060596C"/>
    <w:rsid w:val="00611A16"/>
    <w:rsid w:val="006131B7"/>
    <w:rsid w:val="00616776"/>
    <w:rsid w:val="0061741E"/>
    <w:rsid w:val="00621DA9"/>
    <w:rsid w:val="00623E16"/>
    <w:rsid w:val="00624EBA"/>
    <w:rsid w:val="00627234"/>
    <w:rsid w:val="0063185E"/>
    <w:rsid w:val="00640272"/>
    <w:rsid w:val="00642C74"/>
    <w:rsid w:val="00644371"/>
    <w:rsid w:val="0064615F"/>
    <w:rsid w:val="0064632A"/>
    <w:rsid w:val="00654AB8"/>
    <w:rsid w:val="006573FF"/>
    <w:rsid w:val="006620A6"/>
    <w:rsid w:val="00663927"/>
    <w:rsid w:val="006655BA"/>
    <w:rsid w:val="0066612B"/>
    <w:rsid w:val="0066615F"/>
    <w:rsid w:val="00667014"/>
    <w:rsid w:val="0067019D"/>
    <w:rsid w:val="00670D79"/>
    <w:rsid w:val="00670E05"/>
    <w:rsid w:val="006754DA"/>
    <w:rsid w:val="00675E3E"/>
    <w:rsid w:val="0068493C"/>
    <w:rsid w:val="00685589"/>
    <w:rsid w:val="00686C4B"/>
    <w:rsid w:val="00687EC9"/>
    <w:rsid w:val="00693EC0"/>
    <w:rsid w:val="006974AB"/>
    <w:rsid w:val="006A4F19"/>
    <w:rsid w:val="006A5F82"/>
    <w:rsid w:val="006B2843"/>
    <w:rsid w:val="006B332B"/>
    <w:rsid w:val="006C2442"/>
    <w:rsid w:val="006C4474"/>
    <w:rsid w:val="006C508B"/>
    <w:rsid w:val="006C60DB"/>
    <w:rsid w:val="006D267F"/>
    <w:rsid w:val="006D2850"/>
    <w:rsid w:val="006D422E"/>
    <w:rsid w:val="006D6887"/>
    <w:rsid w:val="006E00D2"/>
    <w:rsid w:val="006E4B15"/>
    <w:rsid w:val="006F04BE"/>
    <w:rsid w:val="006F0D51"/>
    <w:rsid w:val="006F78A8"/>
    <w:rsid w:val="00700458"/>
    <w:rsid w:val="00702791"/>
    <w:rsid w:val="00703655"/>
    <w:rsid w:val="00704060"/>
    <w:rsid w:val="00710116"/>
    <w:rsid w:val="007166CB"/>
    <w:rsid w:val="007169D5"/>
    <w:rsid w:val="007173D6"/>
    <w:rsid w:val="00717AE5"/>
    <w:rsid w:val="00717CA1"/>
    <w:rsid w:val="0072048B"/>
    <w:rsid w:val="00720D6F"/>
    <w:rsid w:val="00723033"/>
    <w:rsid w:val="007255D9"/>
    <w:rsid w:val="00740EED"/>
    <w:rsid w:val="00746641"/>
    <w:rsid w:val="00750379"/>
    <w:rsid w:val="00753A31"/>
    <w:rsid w:val="00753B21"/>
    <w:rsid w:val="00760D54"/>
    <w:rsid w:val="007640B3"/>
    <w:rsid w:val="007669C9"/>
    <w:rsid w:val="0077026C"/>
    <w:rsid w:val="007739C6"/>
    <w:rsid w:val="0077513A"/>
    <w:rsid w:val="00776767"/>
    <w:rsid w:val="00781B4F"/>
    <w:rsid w:val="00785B84"/>
    <w:rsid w:val="007861B9"/>
    <w:rsid w:val="0079252A"/>
    <w:rsid w:val="007932E9"/>
    <w:rsid w:val="0079434F"/>
    <w:rsid w:val="0079678E"/>
    <w:rsid w:val="00797E1E"/>
    <w:rsid w:val="007A0E06"/>
    <w:rsid w:val="007A2481"/>
    <w:rsid w:val="007A3D42"/>
    <w:rsid w:val="007B0A51"/>
    <w:rsid w:val="007B154B"/>
    <w:rsid w:val="007B397E"/>
    <w:rsid w:val="007B3E24"/>
    <w:rsid w:val="007B4759"/>
    <w:rsid w:val="007B5989"/>
    <w:rsid w:val="007C0C10"/>
    <w:rsid w:val="007C4061"/>
    <w:rsid w:val="007C453A"/>
    <w:rsid w:val="007D0E71"/>
    <w:rsid w:val="007D404C"/>
    <w:rsid w:val="007E2032"/>
    <w:rsid w:val="007E2318"/>
    <w:rsid w:val="007E262E"/>
    <w:rsid w:val="007E51C7"/>
    <w:rsid w:val="007E746B"/>
    <w:rsid w:val="007F46F6"/>
    <w:rsid w:val="007F595F"/>
    <w:rsid w:val="007F5A74"/>
    <w:rsid w:val="007F5ADF"/>
    <w:rsid w:val="007F5FC9"/>
    <w:rsid w:val="007F6DF1"/>
    <w:rsid w:val="007F79BB"/>
    <w:rsid w:val="00800ADB"/>
    <w:rsid w:val="008112E4"/>
    <w:rsid w:val="008115B3"/>
    <w:rsid w:val="00815F19"/>
    <w:rsid w:val="00822968"/>
    <w:rsid w:val="008242E1"/>
    <w:rsid w:val="00824B96"/>
    <w:rsid w:val="00825135"/>
    <w:rsid w:val="008335ED"/>
    <w:rsid w:val="00840204"/>
    <w:rsid w:val="00847DF3"/>
    <w:rsid w:val="008535F3"/>
    <w:rsid w:val="008608ED"/>
    <w:rsid w:val="008627B6"/>
    <w:rsid w:val="0086703B"/>
    <w:rsid w:val="00871083"/>
    <w:rsid w:val="00877E85"/>
    <w:rsid w:val="008812D7"/>
    <w:rsid w:val="008822C4"/>
    <w:rsid w:val="00883779"/>
    <w:rsid w:val="00884BD5"/>
    <w:rsid w:val="00885F66"/>
    <w:rsid w:val="008905E9"/>
    <w:rsid w:val="00894007"/>
    <w:rsid w:val="00895CDA"/>
    <w:rsid w:val="00895FDA"/>
    <w:rsid w:val="008A069B"/>
    <w:rsid w:val="008A54AF"/>
    <w:rsid w:val="008B5651"/>
    <w:rsid w:val="008B6A83"/>
    <w:rsid w:val="008C5A24"/>
    <w:rsid w:val="008C7679"/>
    <w:rsid w:val="008C77FE"/>
    <w:rsid w:val="008D578D"/>
    <w:rsid w:val="008D68F6"/>
    <w:rsid w:val="008E0062"/>
    <w:rsid w:val="008E161F"/>
    <w:rsid w:val="008E2651"/>
    <w:rsid w:val="008E28FC"/>
    <w:rsid w:val="008E77C6"/>
    <w:rsid w:val="008F22F5"/>
    <w:rsid w:val="008F4F0D"/>
    <w:rsid w:val="008F5D12"/>
    <w:rsid w:val="008F7CD1"/>
    <w:rsid w:val="009001AA"/>
    <w:rsid w:val="00901058"/>
    <w:rsid w:val="009054E9"/>
    <w:rsid w:val="00905735"/>
    <w:rsid w:val="00906707"/>
    <w:rsid w:val="009168F8"/>
    <w:rsid w:val="009243E4"/>
    <w:rsid w:val="00924A3D"/>
    <w:rsid w:val="00930EC1"/>
    <w:rsid w:val="009312BE"/>
    <w:rsid w:val="00931FEB"/>
    <w:rsid w:val="009330A9"/>
    <w:rsid w:val="00940597"/>
    <w:rsid w:val="0094192D"/>
    <w:rsid w:val="0094676E"/>
    <w:rsid w:val="009471DA"/>
    <w:rsid w:val="009472FE"/>
    <w:rsid w:val="00947E8D"/>
    <w:rsid w:val="009500C0"/>
    <w:rsid w:val="009564B6"/>
    <w:rsid w:val="009571A7"/>
    <w:rsid w:val="009574F7"/>
    <w:rsid w:val="00960E91"/>
    <w:rsid w:val="00961C91"/>
    <w:rsid w:val="0096468D"/>
    <w:rsid w:val="00970C58"/>
    <w:rsid w:val="00972BCA"/>
    <w:rsid w:val="00980F37"/>
    <w:rsid w:val="009813C5"/>
    <w:rsid w:val="009932C7"/>
    <w:rsid w:val="00997132"/>
    <w:rsid w:val="009978CC"/>
    <w:rsid w:val="009A0BEB"/>
    <w:rsid w:val="009A4454"/>
    <w:rsid w:val="009A6345"/>
    <w:rsid w:val="009A65DD"/>
    <w:rsid w:val="009B0820"/>
    <w:rsid w:val="009B5A16"/>
    <w:rsid w:val="009B6493"/>
    <w:rsid w:val="009B7214"/>
    <w:rsid w:val="009C0411"/>
    <w:rsid w:val="009C0854"/>
    <w:rsid w:val="009C1B14"/>
    <w:rsid w:val="009C3F32"/>
    <w:rsid w:val="009C512F"/>
    <w:rsid w:val="009C6668"/>
    <w:rsid w:val="009D1AEC"/>
    <w:rsid w:val="009D6B85"/>
    <w:rsid w:val="009E2E40"/>
    <w:rsid w:val="009E3C8A"/>
    <w:rsid w:val="009E4013"/>
    <w:rsid w:val="009E4B49"/>
    <w:rsid w:val="009E6F56"/>
    <w:rsid w:val="009E7D4D"/>
    <w:rsid w:val="00A01089"/>
    <w:rsid w:val="00A06B24"/>
    <w:rsid w:val="00A06B26"/>
    <w:rsid w:val="00A10EC0"/>
    <w:rsid w:val="00A131A6"/>
    <w:rsid w:val="00A1539E"/>
    <w:rsid w:val="00A22B50"/>
    <w:rsid w:val="00A2377A"/>
    <w:rsid w:val="00A23E37"/>
    <w:rsid w:val="00A3204A"/>
    <w:rsid w:val="00A323DF"/>
    <w:rsid w:val="00A36939"/>
    <w:rsid w:val="00A431FE"/>
    <w:rsid w:val="00A45CD8"/>
    <w:rsid w:val="00A519C3"/>
    <w:rsid w:val="00A53805"/>
    <w:rsid w:val="00A55814"/>
    <w:rsid w:val="00A62590"/>
    <w:rsid w:val="00A6297C"/>
    <w:rsid w:val="00A63A9B"/>
    <w:rsid w:val="00A64F19"/>
    <w:rsid w:val="00A65370"/>
    <w:rsid w:val="00A701AB"/>
    <w:rsid w:val="00A7100C"/>
    <w:rsid w:val="00A7354D"/>
    <w:rsid w:val="00A7488A"/>
    <w:rsid w:val="00A762B5"/>
    <w:rsid w:val="00A831B1"/>
    <w:rsid w:val="00A834A2"/>
    <w:rsid w:val="00A8708E"/>
    <w:rsid w:val="00A911BB"/>
    <w:rsid w:val="00AA1B8E"/>
    <w:rsid w:val="00AA25FA"/>
    <w:rsid w:val="00AA3F91"/>
    <w:rsid w:val="00AB3655"/>
    <w:rsid w:val="00AC1378"/>
    <w:rsid w:val="00AC5B96"/>
    <w:rsid w:val="00AD094C"/>
    <w:rsid w:val="00AD284F"/>
    <w:rsid w:val="00AD6844"/>
    <w:rsid w:val="00AE07CF"/>
    <w:rsid w:val="00AE7D64"/>
    <w:rsid w:val="00AF0520"/>
    <w:rsid w:val="00AF7164"/>
    <w:rsid w:val="00B00929"/>
    <w:rsid w:val="00B03B56"/>
    <w:rsid w:val="00B1654D"/>
    <w:rsid w:val="00B20054"/>
    <w:rsid w:val="00B34F8F"/>
    <w:rsid w:val="00B34FBF"/>
    <w:rsid w:val="00B400CD"/>
    <w:rsid w:val="00B4144C"/>
    <w:rsid w:val="00B45AFB"/>
    <w:rsid w:val="00B45C8F"/>
    <w:rsid w:val="00B461CF"/>
    <w:rsid w:val="00B46DB9"/>
    <w:rsid w:val="00B52703"/>
    <w:rsid w:val="00B63A4F"/>
    <w:rsid w:val="00B65848"/>
    <w:rsid w:val="00B66906"/>
    <w:rsid w:val="00B70C95"/>
    <w:rsid w:val="00B737F3"/>
    <w:rsid w:val="00B767A9"/>
    <w:rsid w:val="00B8008A"/>
    <w:rsid w:val="00B810FC"/>
    <w:rsid w:val="00B83291"/>
    <w:rsid w:val="00B8434C"/>
    <w:rsid w:val="00B862FC"/>
    <w:rsid w:val="00B96D90"/>
    <w:rsid w:val="00B96E56"/>
    <w:rsid w:val="00B9738C"/>
    <w:rsid w:val="00BB0142"/>
    <w:rsid w:val="00BB09BE"/>
    <w:rsid w:val="00BB116E"/>
    <w:rsid w:val="00BB150A"/>
    <w:rsid w:val="00BB47BE"/>
    <w:rsid w:val="00BB4AC4"/>
    <w:rsid w:val="00BC1B26"/>
    <w:rsid w:val="00BC2C3C"/>
    <w:rsid w:val="00BC483A"/>
    <w:rsid w:val="00BD4D79"/>
    <w:rsid w:val="00BD79E3"/>
    <w:rsid w:val="00BD7A82"/>
    <w:rsid w:val="00BE1949"/>
    <w:rsid w:val="00BE6FEA"/>
    <w:rsid w:val="00BF0224"/>
    <w:rsid w:val="00BF06C3"/>
    <w:rsid w:val="00BF1442"/>
    <w:rsid w:val="00BF6F19"/>
    <w:rsid w:val="00C0099A"/>
    <w:rsid w:val="00C11F37"/>
    <w:rsid w:val="00C12EAF"/>
    <w:rsid w:val="00C13B51"/>
    <w:rsid w:val="00C13BF4"/>
    <w:rsid w:val="00C14238"/>
    <w:rsid w:val="00C160CA"/>
    <w:rsid w:val="00C2341C"/>
    <w:rsid w:val="00C25757"/>
    <w:rsid w:val="00C27836"/>
    <w:rsid w:val="00C27A38"/>
    <w:rsid w:val="00C306C6"/>
    <w:rsid w:val="00C373E3"/>
    <w:rsid w:val="00C40996"/>
    <w:rsid w:val="00C413B5"/>
    <w:rsid w:val="00C440E0"/>
    <w:rsid w:val="00C46FC2"/>
    <w:rsid w:val="00C46FFE"/>
    <w:rsid w:val="00C5159B"/>
    <w:rsid w:val="00C51738"/>
    <w:rsid w:val="00C57A6E"/>
    <w:rsid w:val="00C6265C"/>
    <w:rsid w:val="00C64126"/>
    <w:rsid w:val="00C648F5"/>
    <w:rsid w:val="00C7651A"/>
    <w:rsid w:val="00C768B3"/>
    <w:rsid w:val="00C77E6D"/>
    <w:rsid w:val="00C818F2"/>
    <w:rsid w:val="00C83194"/>
    <w:rsid w:val="00C8475F"/>
    <w:rsid w:val="00C87BAB"/>
    <w:rsid w:val="00C90A19"/>
    <w:rsid w:val="00C95D35"/>
    <w:rsid w:val="00C96D1A"/>
    <w:rsid w:val="00CA2C63"/>
    <w:rsid w:val="00CA4024"/>
    <w:rsid w:val="00CB1B8B"/>
    <w:rsid w:val="00CB2B82"/>
    <w:rsid w:val="00CB771C"/>
    <w:rsid w:val="00CB7E58"/>
    <w:rsid w:val="00CC01BE"/>
    <w:rsid w:val="00CC0669"/>
    <w:rsid w:val="00CC33A8"/>
    <w:rsid w:val="00CC4119"/>
    <w:rsid w:val="00CC5099"/>
    <w:rsid w:val="00CC6709"/>
    <w:rsid w:val="00CC6CAC"/>
    <w:rsid w:val="00CD0313"/>
    <w:rsid w:val="00CD17B7"/>
    <w:rsid w:val="00CD4AA7"/>
    <w:rsid w:val="00CD5D3C"/>
    <w:rsid w:val="00CD73C6"/>
    <w:rsid w:val="00CE1913"/>
    <w:rsid w:val="00CE3F75"/>
    <w:rsid w:val="00CE739F"/>
    <w:rsid w:val="00D00C90"/>
    <w:rsid w:val="00D010CC"/>
    <w:rsid w:val="00D01361"/>
    <w:rsid w:val="00D042EC"/>
    <w:rsid w:val="00D057DA"/>
    <w:rsid w:val="00D0588C"/>
    <w:rsid w:val="00D12387"/>
    <w:rsid w:val="00D13F9B"/>
    <w:rsid w:val="00D15D51"/>
    <w:rsid w:val="00D20E40"/>
    <w:rsid w:val="00D22A4D"/>
    <w:rsid w:val="00D26455"/>
    <w:rsid w:val="00D27761"/>
    <w:rsid w:val="00D300BC"/>
    <w:rsid w:val="00D31DCB"/>
    <w:rsid w:val="00D32D15"/>
    <w:rsid w:val="00D36B5E"/>
    <w:rsid w:val="00D36CAF"/>
    <w:rsid w:val="00D4037A"/>
    <w:rsid w:val="00D43602"/>
    <w:rsid w:val="00D43809"/>
    <w:rsid w:val="00D47011"/>
    <w:rsid w:val="00D53C95"/>
    <w:rsid w:val="00D54CD3"/>
    <w:rsid w:val="00D6079C"/>
    <w:rsid w:val="00D60D73"/>
    <w:rsid w:val="00D663CD"/>
    <w:rsid w:val="00D72AA8"/>
    <w:rsid w:val="00D754C5"/>
    <w:rsid w:val="00D75940"/>
    <w:rsid w:val="00D801CC"/>
    <w:rsid w:val="00D86A5A"/>
    <w:rsid w:val="00D870FE"/>
    <w:rsid w:val="00D95F2B"/>
    <w:rsid w:val="00D973D6"/>
    <w:rsid w:val="00DA3B7C"/>
    <w:rsid w:val="00DA4483"/>
    <w:rsid w:val="00DA5336"/>
    <w:rsid w:val="00DA5BC9"/>
    <w:rsid w:val="00DA7B80"/>
    <w:rsid w:val="00DB453F"/>
    <w:rsid w:val="00DB4E8D"/>
    <w:rsid w:val="00DB5B09"/>
    <w:rsid w:val="00DB5DE8"/>
    <w:rsid w:val="00DB5EF2"/>
    <w:rsid w:val="00DC001A"/>
    <w:rsid w:val="00DC070E"/>
    <w:rsid w:val="00DD19BA"/>
    <w:rsid w:val="00DD424F"/>
    <w:rsid w:val="00DD4BFF"/>
    <w:rsid w:val="00DD64CD"/>
    <w:rsid w:val="00DD74F2"/>
    <w:rsid w:val="00DD7B0C"/>
    <w:rsid w:val="00DE0682"/>
    <w:rsid w:val="00DE1372"/>
    <w:rsid w:val="00DE36B0"/>
    <w:rsid w:val="00DE4DAF"/>
    <w:rsid w:val="00DF29CD"/>
    <w:rsid w:val="00DF2C0A"/>
    <w:rsid w:val="00DF3C0F"/>
    <w:rsid w:val="00DF5449"/>
    <w:rsid w:val="00DF5C1C"/>
    <w:rsid w:val="00DF6071"/>
    <w:rsid w:val="00E0644A"/>
    <w:rsid w:val="00E11104"/>
    <w:rsid w:val="00E14C60"/>
    <w:rsid w:val="00E15824"/>
    <w:rsid w:val="00E212F8"/>
    <w:rsid w:val="00E2199F"/>
    <w:rsid w:val="00E21A6E"/>
    <w:rsid w:val="00E2661F"/>
    <w:rsid w:val="00E26B8F"/>
    <w:rsid w:val="00E3081E"/>
    <w:rsid w:val="00E32296"/>
    <w:rsid w:val="00E327F2"/>
    <w:rsid w:val="00E34187"/>
    <w:rsid w:val="00E35462"/>
    <w:rsid w:val="00E366F2"/>
    <w:rsid w:val="00E41BD0"/>
    <w:rsid w:val="00E42609"/>
    <w:rsid w:val="00E468A9"/>
    <w:rsid w:val="00E471C3"/>
    <w:rsid w:val="00E539B9"/>
    <w:rsid w:val="00E607F1"/>
    <w:rsid w:val="00E6426B"/>
    <w:rsid w:val="00E671AA"/>
    <w:rsid w:val="00E752B4"/>
    <w:rsid w:val="00E77898"/>
    <w:rsid w:val="00E8328A"/>
    <w:rsid w:val="00E83A6C"/>
    <w:rsid w:val="00E958DA"/>
    <w:rsid w:val="00E96531"/>
    <w:rsid w:val="00E96DF1"/>
    <w:rsid w:val="00E96FE6"/>
    <w:rsid w:val="00EA092D"/>
    <w:rsid w:val="00EA1A2D"/>
    <w:rsid w:val="00EA2987"/>
    <w:rsid w:val="00EA3DE6"/>
    <w:rsid w:val="00EA3E0E"/>
    <w:rsid w:val="00EB6EA8"/>
    <w:rsid w:val="00EC4F05"/>
    <w:rsid w:val="00EC60D2"/>
    <w:rsid w:val="00EC6DF5"/>
    <w:rsid w:val="00EC763B"/>
    <w:rsid w:val="00ED33AE"/>
    <w:rsid w:val="00ED539E"/>
    <w:rsid w:val="00EE2C26"/>
    <w:rsid w:val="00EF1D88"/>
    <w:rsid w:val="00EF271C"/>
    <w:rsid w:val="00EF3C4E"/>
    <w:rsid w:val="00EF61BC"/>
    <w:rsid w:val="00EF7B09"/>
    <w:rsid w:val="00F10BA4"/>
    <w:rsid w:val="00F10D5B"/>
    <w:rsid w:val="00F14C23"/>
    <w:rsid w:val="00F15204"/>
    <w:rsid w:val="00F170E7"/>
    <w:rsid w:val="00F1752C"/>
    <w:rsid w:val="00F20B02"/>
    <w:rsid w:val="00F30C73"/>
    <w:rsid w:val="00F311B1"/>
    <w:rsid w:val="00F3265C"/>
    <w:rsid w:val="00F3343B"/>
    <w:rsid w:val="00F33AC6"/>
    <w:rsid w:val="00F4344E"/>
    <w:rsid w:val="00F45431"/>
    <w:rsid w:val="00F466DF"/>
    <w:rsid w:val="00F46EC6"/>
    <w:rsid w:val="00F46FF5"/>
    <w:rsid w:val="00F500E3"/>
    <w:rsid w:val="00F5306F"/>
    <w:rsid w:val="00F54C35"/>
    <w:rsid w:val="00F550F5"/>
    <w:rsid w:val="00F56A93"/>
    <w:rsid w:val="00F6042E"/>
    <w:rsid w:val="00F644FA"/>
    <w:rsid w:val="00F65DAD"/>
    <w:rsid w:val="00F73148"/>
    <w:rsid w:val="00F75D10"/>
    <w:rsid w:val="00F801D2"/>
    <w:rsid w:val="00F81D08"/>
    <w:rsid w:val="00F8244F"/>
    <w:rsid w:val="00F833AA"/>
    <w:rsid w:val="00F84227"/>
    <w:rsid w:val="00F8534B"/>
    <w:rsid w:val="00F864FF"/>
    <w:rsid w:val="00F86F15"/>
    <w:rsid w:val="00F94321"/>
    <w:rsid w:val="00F94F08"/>
    <w:rsid w:val="00F958F3"/>
    <w:rsid w:val="00FB593F"/>
    <w:rsid w:val="00FB62B6"/>
    <w:rsid w:val="00FB6E2D"/>
    <w:rsid w:val="00FB7C92"/>
    <w:rsid w:val="00FC0843"/>
    <w:rsid w:val="00FC08AF"/>
    <w:rsid w:val="00FC4049"/>
    <w:rsid w:val="00FD1774"/>
    <w:rsid w:val="00FD2FCA"/>
    <w:rsid w:val="00FD4DB7"/>
    <w:rsid w:val="00FD50CB"/>
    <w:rsid w:val="00FE1DA1"/>
    <w:rsid w:val="00FE50EB"/>
    <w:rsid w:val="00FE5DE2"/>
    <w:rsid w:val="00FE5EA8"/>
    <w:rsid w:val="00FF0779"/>
    <w:rsid w:val="00FF34EE"/>
    <w:rsid w:val="00FF55FE"/>
    <w:rsid w:val="00FF56FB"/>
    <w:rsid w:val="00FF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321"/>
    <w:rPr>
      <w:rFonts w:ascii="PalmSprings" w:hAnsi="PalmSprings"/>
      <w:sz w:val="24"/>
    </w:rPr>
  </w:style>
  <w:style w:type="paragraph" w:styleId="Nadpis1">
    <w:name w:val="heading 1"/>
    <w:basedOn w:val="Normln"/>
    <w:next w:val="Normln"/>
    <w:qFormat/>
    <w:rsid w:val="00084321"/>
    <w:pPr>
      <w:keepNext/>
      <w:jc w:val="center"/>
      <w:outlineLvl w:val="0"/>
    </w:pPr>
    <w:rPr>
      <w:rFonts w:ascii="Avalon" w:hAnsi="Avalon"/>
      <w:b/>
      <w:sz w:val="40"/>
    </w:rPr>
  </w:style>
  <w:style w:type="paragraph" w:styleId="Nadpis2">
    <w:name w:val="heading 2"/>
    <w:basedOn w:val="Normln"/>
    <w:next w:val="Normln"/>
    <w:qFormat/>
    <w:rsid w:val="00084321"/>
    <w:pPr>
      <w:keepNext/>
      <w:jc w:val="center"/>
      <w:outlineLvl w:val="1"/>
    </w:pPr>
    <w:rPr>
      <w:rFonts w:ascii="Avalon" w:hAnsi="Avalon"/>
      <w:b/>
      <w:sz w:val="32"/>
    </w:rPr>
  </w:style>
  <w:style w:type="paragraph" w:styleId="Nadpis3">
    <w:name w:val="heading 3"/>
    <w:basedOn w:val="Normln"/>
    <w:next w:val="Normln"/>
    <w:qFormat/>
    <w:rsid w:val="00084321"/>
    <w:pPr>
      <w:keepNext/>
      <w:jc w:val="center"/>
      <w:outlineLvl w:val="2"/>
    </w:pPr>
    <w:rPr>
      <w:rFonts w:ascii="Avalon" w:hAnsi="Avalon"/>
      <w:sz w:val="36"/>
    </w:rPr>
  </w:style>
  <w:style w:type="paragraph" w:styleId="Nadpis4">
    <w:name w:val="heading 4"/>
    <w:basedOn w:val="Normln"/>
    <w:next w:val="Normln"/>
    <w:qFormat/>
    <w:rsid w:val="00084321"/>
    <w:pPr>
      <w:keepNext/>
      <w:spacing w:before="240" w:after="60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08432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08432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08432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08432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08432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84321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08432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84321"/>
  </w:style>
  <w:style w:type="paragraph" w:styleId="Nzev">
    <w:name w:val="Title"/>
    <w:basedOn w:val="Normln"/>
    <w:qFormat/>
    <w:rsid w:val="0008432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customStyle="1" w:styleId="Obsah1">
    <w:name w:val="Obsah1"/>
    <w:autoRedefine/>
    <w:rsid w:val="00084321"/>
    <w:pPr>
      <w:spacing w:before="360" w:after="360"/>
    </w:pPr>
    <w:rPr>
      <w:rFonts w:ascii="Arial" w:hAnsi="Arial" w:cs="Arial"/>
      <w:b/>
      <w:sz w:val="32"/>
    </w:rPr>
  </w:style>
  <w:style w:type="paragraph" w:customStyle="1" w:styleId="Obsah2tz">
    <w:name w:val="Obsah2tz"/>
    <w:basedOn w:val="Obsah1"/>
    <w:next w:val="Normln"/>
    <w:autoRedefine/>
    <w:rsid w:val="00084321"/>
    <w:pPr>
      <w:spacing w:before="240" w:after="240"/>
      <w:ind w:left="851"/>
    </w:pPr>
    <w:rPr>
      <w:sz w:val="24"/>
    </w:rPr>
  </w:style>
  <w:style w:type="paragraph" w:styleId="Normlnodsazen">
    <w:name w:val="Normal Indent"/>
    <w:basedOn w:val="Normln"/>
    <w:semiHidden/>
    <w:rsid w:val="00084321"/>
    <w:pPr>
      <w:ind w:left="708"/>
    </w:pPr>
  </w:style>
  <w:style w:type="paragraph" w:customStyle="1" w:styleId="Obsah">
    <w:name w:val="Obsah"/>
    <w:basedOn w:val="Normln"/>
    <w:rsid w:val="00084321"/>
    <w:pPr>
      <w:tabs>
        <w:tab w:val="right" w:leader="dot" w:pos="9299"/>
      </w:tabs>
      <w:spacing w:line="360" w:lineRule="auto"/>
    </w:pPr>
    <w:rPr>
      <w:rFonts w:ascii="Avalon" w:hAnsi="Avalon"/>
    </w:rPr>
  </w:style>
  <w:style w:type="paragraph" w:customStyle="1" w:styleId="Normlntz1">
    <w:name w:val="Normálnítz1"/>
    <w:basedOn w:val="Normln"/>
    <w:rsid w:val="00084321"/>
    <w:pPr>
      <w:numPr>
        <w:numId w:val="3"/>
      </w:numPr>
      <w:tabs>
        <w:tab w:val="left" w:pos="567"/>
      </w:tabs>
      <w:spacing w:before="120"/>
      <w:ind w:left="567" w:hanging="567"/>
      <w:jc w:val="both"/>
    </w:pPr>
  </w:style>
  <w:style w:type="paragraph" w:customStyle="1" w:styleId="nadpis1tz">
    <w:name w:val="nadpis_1tz"/>
    <w:next w:val="Normlntz"/>
    <w:autoRedefine/>
    <w:rsid w:val="00084321"/>
    <w:pPr>
      <w:widowControl w:val="0"/>
      <w:suppressAutoHyphens/>
      <w:spacing w:before="120"/>
      <w:outlineLvl w:val="0"/>
    </w:pPr>
    <w:rPr>
      <w:rFonts w:ascii="Arial Narrow" w:hAnsi="Arial Narrow"/>
      <w:b/>
      <w:bCs/>
      <w:i/>
      <w:iCs/>
      <w:sz w:val="24"/>
    </w:rPr>
  </w:style>
  <w:style w:type="paragraph" w:customStyle="1" w:styleId="Normlntz">
    <w:name w:val="Normálnítz"/>
    <w:basedOn w:val="Normln"/>
    <w:qFormat/>
    <w:rsid w:val="00084321"/>
    <w:pPr>
      <w:spacing w:before="120"/>
      <w:jc w:val="both"/>
    </w:pPr>
  </w:style>
  <w:style w:type="paragraph" w:customStyle="1" w:styleId="nadpis2tz0">
    <w:name w:val="nadpis_2tz"/>
    <w:basedOn w:val="Normln"/>
    <w:next w:val="Normlntz"/>
    <w:autoRedefine/>
    <w:rsid w:val="00084321"/>
    <w:pPr>
      <w:spacing w:before="120"/>
      <w:outlineLvl w:val="1"/>
    </w:pPr>
    <w:rPr>
      <w:rFonts w:ascii="Arial Narrow" w:hAnsi="Arial Narrow" w:cs="Arial"/>
      <w:b/>
      <w:bCs/>
      <w:i/>
      <w:iCs/>
      <w:color w:val="000000"/>
    </w:rPr>
  </w:style>
  <w:style w:type="paragraph" w:customStyle="1" w:styleId="nadpis3tz">
    <w:name w:val="nadpis_3tz"/>
    <w:next w:val="Normlntz"/>
    <w:autoRedefine/>
    <w:rsid w:val="00542F92"/>
    <w:pPr>
      <w:spacing w:before="120" w:after="120"/>
      <w:ind w:left="720" w:hanging="720"/>
      <w:outlineLvl w:val="2"/>
    </w:pPr>
    <w:rPr>
      <w:rFonts w:ascii="Arial Narrow" w:hAnsi="Arial Narrow"/>
      <w:sz w:val="24"/>
      <w:u w:val="single"/>
    </w:rPr>
  </w:style>
  <w:style w:type="paragraph" w:customStyle="1" w:styleId="nadpis4tz">
    <w:name w:val="nadpis_4tz"/>
    <w:next w:val="Normlntz"/>
    <w:autoRedefine/>
    <w:rsid w:val="00084321"/>
    <w:pPr>
      <w:numPr>
        <w:ilvl w:val="3"/>
        <w:numId w:val="2"/>
      </w:numPr>
      <w:spacing w:before="120" w:after="120"/>
      <w:outlineLvl w:val="3"/>
    </w:pPr>
    <w:rPr>
      <w:rFonts w:ascii="Avalon" w:hAnsi="Avalon"/>
      <w:b/>
      <w:sz w:val="24"/>
    </w:rPr>
  </w:style>
  <w:style w:type="paragraph" w:customStyle="1" w:styleId="Normlntz2">
    <w:name w:val="Normálnítz2"/>
    <w:basedOn w:val="Normln"/>
    <w:rsid w:val="00084321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</w:style>
  <w:style w:type="paragraph" w:customStyle="1" w:styleId="Nadpis2tz">
    <w:name w:val="Nadpis2tz"/>
    <w:basedOn w:val="Normln"/>
    <w:next w:val="Normln"/>
    <w:autoRedefine/>
    <w:rsid w:val="00084321"/>
    <w:pPr>
      <w:numPr>
        <w:numId w:val="5"/>
      </w:numPr>
      <w:spacing w:before="120" w:after="240"/>
      <w:outlineLvl w:val="1"/>
    </w:pPr>
    <w:rPr>
      <w:rFonts w:ascii="Avalon" w:hAnsi="Avalon"/>
      <w:b/>
      <w:sz w:val="32"/>
    </w:rPr>
  </w:style>
  <w:style w:type="paragraph" w:styleId="Zkladntext2">
    <w:name w:val="Body Text 2"/>
    <w:basedOn w:val="Normln"/>
    <w:link w:val="Zkladntext2Char"/>
    <w:rsid w:val="00084321"/>
    <w:pPr>
      <w:jc w:val="both"/>
    </w:pPr>
    <w:rPr>
      <w:i/>
      <w:sz w:val="20"/>
    </w:rPr>
  </w:style>
  <w:style w:type="paragraph" w:styleId="Zkladntext">
    <w:name w:val="Body Text"/>
    <w:aliases w:val="termo,()odstaved,Tučný text"/>
    <w:basedOn w:val="Normln"/>
    <w:semiHidden/>
    <w:rsid w:val="00084321"/>
    <w:pPr>
      <w:widowControl w:val="0"/>
      <w:spacing w:before="120"/>
      <w:jc w:val="both"/>
    </w:pPr>
    <w:rPr>
      <w:snapToGrid w:val="0"/>
      <w:color w:val="000000"/>
    </w:rPr>
  </w:style>
  <w:style w:type="paragraph" w:styleId="Zkladntextodsazen">
    <w:name w:val="Body Text Indent"/>
    <w:basedOn w:val="Normln"/>
    <w:link w:val="ZkladntextodsazenChar"/>
    <w:rsid w:val="00084321"/>
    <w:pPr>
      <w:ind w:left="330" w:hanging="330"/>
      <w:jc w:val="both"/>
    </w:pPr>
    <w:rPr>
      <w:rFonts w:ascii="Arial" w:hAnsi="Arial" w:cs="Arial"/>
      <w:bCs/>
      <w:sz w:val="32"/>
    </w:rPr>
  </w:style>
  <w:style w:type="paragraph" w:styleId="Zkladntextodsazen2">
    <w:name w:val="Body Text Indent 2"/>
    <w:basedOn w:val="Normln"/>
    <w:semiHidden/>
    <w:rsid w:val="00084321"/>
    <w:pPr>
      <w:ind w:left="2832" w:firstLine="570"/>
      <w:jc w:val="both"/>
    </w:pPr>
    <w:rPr>
      <w:rFonts w:ascii="Arial Narrow" w:hAnsi="Arial Narrow"/>
    </w:rPr>
  </w:style>
  <w:style w:type="paragraph" w:customStyle="1" w:styleId="Tabulkazkladn">
    <w:name w:val="Tabulka základní"/>
    <w:basedOn w:val="Normln"/>
    <w:rsid w:val="00084321"/>
    <w:pPr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b/>
      <w:sz w:val="20"/>
    </w:rPr>
  </w:style>
  <w:style w:type="character" w:styleId="Hypertextovodkaz">
    <w:name w:val="Hyperlink"/>
    <w:rsid w:val="00084321"/>
    <w:rPr>
      <w:color w:val="0000FF"/>
      <w:u w:val="single"/>
    </w:rPr>
  </w:style>
  <w:style w:type="character" w:styleId="Sledovanodkaz">
    <w:name w:val="FollowedHyperlink"/>
    <w:semiHidden/>
    <w:rsid w:val="00084321"/>
    <w:rPr>
      <w:color w:val="800080"/>
      <w:u w:val="single"/>
    </w:rPr>
  </w:style>
  <w:style w:type="paragraph" w:customStyle="1" w:styleId="pismostandard">
    <w:name w:val="_pismo_standard"/>
    <w:basedOn w:val="Zkladntextodsazen"/>
    <w:rsid w:val="00084321"/>
    <w:pPr>
      <w:ind w:left="0" w:firstLine="357"/>
    </w:pPr>
    <w:rPr>
      <w:rFonts w:ascii="Times New Roman" w:hAnsi="Times New Roman" w:cs="Times New Roman"/>
      <w:bCs w:val="0"/>
      <w:sz w:val="22"/>
      <w:szCs w:val="22"/>
    </w:rPr>
  </w:style>
  <w:style w:type="paragraph" w:customStyle="1" w:styleId="nadpis5tz">
    <w:name w:val="nadpis_5tz"/>
    <w:basedOn w:val="Normln"/>
    <w:next w:val="Normlntz"/>
    <w:rsid w:val="00084321"/>
    <w:pPr>
      <w:tabs>
        <w:tab w:val="num" w:pos="1800"/>
      </w:tabs>
      <w:spacing w:before="120" w:after="120"/>
      <w:ind w:left="1008" w:hanging="1008"/>
      <w:outlineLvl w:val="4"/>
    </w:pPr>
    <w:rPr>
      <w:rFonts w:ascii="Arial" w:hAnsi="Arial" w:cs="Arial"/>
      <w:u w:val="single"/>
    </w:rPr>
  </w:style>
  <w:style w:type="paragraph" w:styleId="Seznam">
    <w:name w:val="List"/>
    <w:basedOn w:val="Zkladntext"/>
    <w:semiHidden/>
    <w:rsid w:val="00084321"/>
    <w:pPr>
      <w:widowControl/>
      <w:suppressAutoHyphens/>
      <w:spacing w:before="0" w:after="120"/>
      <w:jc w:val="left"/>
    </w:pPr>
    <w:rPr>
      <w:rFonts w:ascii="Avalon" w:hAnsi="Avalon" w:cs="Tahoma"/>
      <w:snapToGrid/>
      <w:color w:val="auto"/>
      <w:sz w:val="22"/>
      <w:szCs w:val="22"/>
      <w:lang w:eastAsia="ar-SA"/>
    </w:rPr>
  </w:style>
  <w:style w:type="character" w:customStyle="1" w:styleId="WW8Num9z2">
    <w:name w:val="WW8Num9z2"/>
    <w:rsid w:val="00084321"/>
    <w:rPr>
      <w:rFonts w:ascii="Wingdings" w:hAnsi="Wingdings"/>
    </w:rPr>
  </w:style>
  <w:style w:type="paragraph" w:customStyle="1" w:styleId="TPOOdstavec">
    <w:name w:val="TPO Odstavec"/>
    <w:basedOn w:val="Normln"/>
    <w:rsid w:val="00642C7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rFonts w:ascii="Times New Roman" w:hAnsi="Times New Roman"/>
    </w:rPr>
  </w:style>
  <w:style w:type="paragraph" w:customStyle="1" w:styleId="Normln0">
    <w:name w:val="Normální~~"/>
    <w:basedOn w:val="Normln"/>
    <w:rsid w:val="00BC2C3C"/>
    <w:pPr>
      <w:widowControl w:val="0"/>
    </w:pPr>
    <w:rPr>
      <w:rFonts w:ascii="Times New Roman" w:hAnsi="Times New Roman"/>
      <w:noProof/>
      <w:sz w:val="20"/>
    </w:rPr>
  </w:style>
  <w:style w:type="character" w:styleId="PromnnHTML">
    <w:name w:val="HTML Variable"/>
    <w:rsid w:val="00FC08AF"/>
    <w:rPr>
      <w:b/>
      <w:bCs/>
      <w:i w:val="0"/>
      <w:iCs w:val="0"/>
    </w:rPr>
  </w:style>
  <w:style w:type="table" w:styleId="Mkatabulky">
    <w:name w:val="Table Grid"/>
    <w:basedOn w:val="Normlntabulka"/>
    <w:uiPriority w:val="59"/>
    <w:rsid w:val="00453B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rsid w:val="006D285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iln">
    <w:name w:val="Strong"/>
    <w:qFormat/>
    <w:rsid w:val="006D2850"/>
    <w:rPr>
      <w:b/>
      <w:bCs/>
    </w:rPr>
  </w:style>
  <w:style w:type="paragraph" w:customStyle="1" w:styleId="Rejstk">
    <w:name w:val="Rejstřík"/>
    <w:basedOn w:val="Normln"/>
    <w:rsid w:val="006D2850"/>
    <w:pPr>
      <w:suppressLineNumbers/>
      <w:suppressAutoHyphens/>
      <w:ind w:firstLine="709"/>
      <w:jc w:val="both"/>
    </w:pPr>
    <w:rPr>
      <w:rFonts w:ascii="Arial" w:hAnsi="Arial" w:cs="Tahoma"/>
      <w:sz w:val="22"/>
      <w:szCs w:val="24"/>
      <w:lang w:eastAsia="ar-SA"/>
    </w:rPr>
  </w:style>
  <w:style w:type="paragraph" w:styleId="FormtovanvHTML">
    <w:name w:val="HTML Preformatted"/>
    <w:basedOn w:val="Normln"/>
    <w:rsid w:val="00143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paragraph" w:customStyle="1" w:styleId="JKNadpis2">
    <w:name w:val="JK_Nadpis 2"/>
    <w:basedOn w:val="Nadpis2"/>
    <w:rsid w:val="003628C0"/>
    <w:pPr>
      <w:keepNext w:val="0"/>
      <w:numPr>
        <w:ilvl w:val="1"/>
        <w:numId w:val="6"/>
      </w:numPr>
      <w:spacing w:before="120"/>
      <w:jc w:val="both"/>
    </w:pPr>
    <w:rPr>
      <w:rFonts w:ascii="Arial" w:hAnsi="Arial"/>
      <w:b w:val="0"/>
      <w:sz w:val="22"/>
      <w:lang w:val="en-US"/>
    </w:rPr>
  </w:style>
  <w:style w:type="paragraph" w:customStyle="1" w:styleId="JKNadpis3">
    <w:name w:val="JK_Nadpis 3"/>
    <w:basedOn w:val="Nadpis3"/>
    <w:rsid w:val="003628C0"/>
    <w:pPr>
      <w:keepNext w:val="0"/>
      <w:numPr>
        <w:ilvl w:val="2"/>
        <w:numId w:val="6"/>
      </w:numPr>
      <w:spacing w:before="60"/>
      <w:jc w:val="both"/>
    </w:pPr>
    <w:rPr>
      <w:rFonts w:ascii="Arial" w:hAnsi="Arial"/>
      <w:sz w:val="22"/>
    </w:rPr>
  </w:style>
  <w:style w:type="paragraph" w:customStyle="1" w:styleId="Normln1">
    <w:name w:val="Normální1"/>
    <w:rsid w:val="00686C4B"/>
    <w:pPr>
      <w:widowControl w:val="0"/>
      <w:ind w:firstLine="284"/>
      <w:jc w:val="both"/>
    </w:pPr>
    <w:rPr>
      <w:rFonts w:ascii="Arial" w:hAnsi="Arial"/>
      <w:sz w:val="22"/>
    </w:rPr>
  </w:style>
  <w:style w:type="character" w:customStyle="1" w:styleId="ZkladntextodsazenChar">
    <w:name w:val="Základní text odsazený Char"/>
    <w:link w:val="Zkladntextodsazen"/>
    <w:rsid w:val="00126EB9"/>
    <w:rPr>
      <w:rFonts w:ascii="Arial" w:hAnsi="Arial" w:cs="Arial"/>
      <w:bC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08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0829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A402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CA4024"/>
    <w:rPr>
      <w:rFonts w:ascii="PalmSprings" w:hAnsi="PalmSprings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E77C6"/>
    <w:rPr>
      <w:sz w:val="20"/>
    </w:rPr>
  </w:style>
  <w:style w:type="character" w:customStyle="1" w:styleId="TextkomenteChar">
    <w:name w:val="Text komentáře Char"/>
    <w:link w:val="Textkomente"/>
    <w:semiHidden/>
    <w:rsid w:val="008E77C6"/>
    <w:rPr>
      <w:rFonts w:ascii="PalmSprings" w:hAnsi="PalmSprings"/>
    </w:rPr>
  </w:style>
  <w:style w:type="character" w:customStyle="1" w:styleId="Zkladntext2Char">
    <w:name w:val="Základní text 2 Char"/>
    <w:link w:val="Zkladntext2"/>
    <w:locked/>
    <w:rsid w:val="0068493C"/>
    <w:rPr>
      <w:rFonts w:ascii="PalmSprings" w:hAnsi="PalmSprings"/>
      <w:i/>
    </w:rPr>
  </w:style>
  <w:style w:type="character" w:customStyle="1" w:styleId="ZhlavChar">
    <w:name w:val="Záhlaví Char"/>
    <w:link w:val="Zhlav"/>
    <w:rsid w:val="00D01361"/>
    <w:rPr>
      <w:rFonts w:ascii="PalmSprings" w:hAnsi="PalmSprings"/>
      <w:sz w:val="24"/>
    </w:rPr>
  </w:style>
  <w:style w:type="paragraph" w:customStyle="1" w:styleId="Stylnadpis1tzZarovnatdobloku">
    <w:name w:val="Styl nadpis_1tz + Zarovnat do bloku"/>
    <w:basedOn w:val="Normln"/>
    <w:rsid w:val="00DD4BFF"/>
    <w:pPr>
      <w:widowControl w:val="0"/>
      <w:tabs>
        <w:tab w:val="num" w:pos="360"/>
      </w:tabs>
      <w:suppressAutoHyphens/>
      <w:spacing w:before="240" w:after="120"/>
      <w:ind w:left="360" w:hanging="360"/>
      <w:jc w:val="both"/>
      <w:outlineLvl w:val="0"/>
    </w:pPr>
    <w:rPr>
      <w:rFonts w:ascii="Arial" w:hAnsi="Arial"/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C4099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C4099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169D5"/>
    <w:pPr>
      <w:ind w:left="720"/>
      <w:contextualSpacing/>
    </w:pPr>
  </w:style>
  <w:style w:type="paragraph" w:customStyle="1" w:styleId="Normln2">
    <w:name w:val="Normální~"/>
    <w:basedOn w:val="Normln"/>
    <w:rsid w:val="00611A16"/>
    <w:pPr>
      <w:jc w:val="both"/>
    </w:pPr>
    <w:rPr>
      <w:rFonts w:ascii="Calibri" w:eastAsia="Calibri" w:hAnsi="Calibri"/>
      <w:sz w:val="20"/>
      <w:lang w:eastAsia="en-US"/>
    </w:rPr>
  </w:style>
  <w:style w:type="character" w:customStyle="1" w:styleId="notranslate">
    <w:name w:val="notranslate"/>
    <w:basedOn w:val="Standardnpsmoodstavce"/>
    <w:rsid w:val="00F833AA"/>
  </w:style>
  <w:style w:type="paragraph" w:customStyle="1" w:styleId="Normlntz0">
    <w:name w:val="Normální_tz"/>
    <w:basedOn w:val="Normlntz"/>
    <w:link w:val="NormlntzChar"/>
    <w:qFormat/>
    <w:rsid w:val="0026259B"/>
    <w:pPr>
      <w:spacing w:before="60"/>
    </w:pPr>
    <w:rPr>
      <w:rFonts w:ascii="Arial" w:hAnsi="Arial"/>
      <w:sz w:val="22"/>
    </w:rPr>
  </w:style>
  <w:style w:type="character" w:customStyle="1" w:styleId="NormlntzChar">
    <w:name w:val="Normální_tz Char"/>
    <w:link w:val="Normlntz0"/>
    <w:rsid w:val="0026259B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Dokumenty\2005\SOU-spoju\tzp_a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3551A-5360-47F5-9C13-B7E47667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tzp_as</Template>
  <TotalTime>1</TotalTime>
  <Pages>1</Pages>
  <Words>71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stiskni   a napiš název akce</vt:lpstr>
    </vt:vector>
  </TitlesOfParts>
  <Company>Brno</Company>
  <LinksUpToDate>false</LinksUpToDate>
  <CharactersWithSpaces>494</CharactersWithSpaces>
  <SharedDoc>false</SharedDoc>
  <HLinks>
    <vt:vector size="12" baseType="variant"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http://www.intar.cz/</vt:lpwstr>
      </vt:variant>
      <vt:variant>
        <vt:lpwstr/>
      </vt:variant>
      <vt:variant>
        <vt:i4>7733319</vt:i4>
      </vt:variant>
      <vt:variant>
        <vt:i4>3</vt:i4>
      </vt:variant>
      <vt:variant>
        <vt:i4>0</vt:i4>
      </vt:variant>
      <vt:variant>
        <vt:i4>5</vt:i4>
      </vt:variant>
      <vt:variant>
        <vt:lpwstr>mailto:info@intar.cz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stiskni   a napiš název akce</dc:title>
  <dc:creator>Ing. arch. Bohumil Lancman</dc:creator>
  <cp:lastModifiedBy>ALES</cp:lastModifiedBy>
  <cp:revision>3</cp:revision>
  <cp:lastPrinted>2017-10-03T18:16:00Z</cp:lastPrinted>
  <dcterms:created xsi:type="dcterms:W3CDTF">2017-10-03T18:16:00Z</dcterms:created>
  <dcterms:modified xsi:type="dcterms:W3CDTF">2017-10-03T18:17:00Z</dcterms:modified>
</cp:coreProperties>
</file>